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66B67" w14:textId="0F4C13B7" w:rsidR="008145D7" w:rsidRDefault="008145D7" w:rsidP="00835401">
      <w:pPr>
        <w:rPr>
          <w:szCs w:val="22"/>
        </w:rPr>
      </w:pPr>
      <w:r>
        <w:rPr>
          <w:szCs w:val="22"/>
        </w:rPr>
        <w:t>Příloha č.</w:t>
      </w:r>
      <w:r w:rsidR="00D1665A">
        <w:rPr>
          <w:szCs w:val="22"/>
        </w:rPr>
        <w:t xml:space="preserve"> 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CB5165">
        <w:rPr>
          <w:rStyle w:val="Zvraznn"/>
        </w:rPr>
        <w:t>Účastník předloží p</w:t>
      </w:r>
      <w:r w:rsidR="00A8346D" w:rsidRPr="00CB5165">
        <w:rPr>
          <w:rStyle w:val="Zvraznn"/>
        </w:rPr>
        <w:t xml:space="preserve">ouze v případě postupu dle čl. </w:t>
      </w:r>
      <w:r w:rsidR="00A9214E" w:rsidRPr="00D1665A">
        <w:rPr>
          <w:rStyle w:val="Zvraznn"/>
        </w:rPr>
        <w:t>11</w:t>
      </w:r>
      <w:r w:rsidR="00A8346D" w:rsidRPr="00D1665A">
        <w:rPr>
          <w:rStyle w:val="Zvraznn"/>
        </w:rPr>
        <w:t xml:space="preserve">.2. a </w:t>
      </w:r>
      <w:r w:rsidR="00A9214E" w:rsidRPr="00D1665A">
        <w:rPr>
          <w:rStyle w:val="Zvraznn"/>
        </w:rPr>
        <w:t>11</w:t>
      </w:r>
      <w:r w:rsidRPr="00D1665A">
        <w:rPr>
          <w:rStyle w:val="Zvraznn"/>
        </w:rPr>
        <w:t>.3</w:t>
      </w:r>
      <w:r w:rsidRPr="00CB5165">
        <w:rPr>
          <w:rStyle w:val="Zvraznn"/>
        </w:rPr>
        <w:t xml:space="preserve">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CB5165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CB5165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CB5165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CB5165">
        <w:rPr>
          <w:rStyle w:val="Siln"/>
        </w:rPr>
        <w:t>Účastník:</w:t>
      </w:r>
    </w:p>
    <w:p w14:paraId="59466B6C" w14:textId="77777777" w:rsidR="008145D7" w:rsidRDefault="008145D7" w:rsidP="00CB5165">
      <w:pPr>
        <w:pStyle w:val="Identifikace"/>
        <w:rPr>
          <w:rFonts w:eastAsia="Times New Roman" w:cs="Times New Roman"/>
          <w:lang w:eastAsia="cs-CZ"/>
        </w:rPr>
      </w:pPr>
      <w:r w:rsidRPr="00CB5165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34D51F41" w:rsidR="008145D7" w:rsidRDefault="008145D7" w:rsidP="00CB5165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6F1CDF9F" w:rsidR="008145D7" w:rsidRDefault="008145D7" w:rsidP="00CB5165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41BBBCE4" w:rsidR="008145D7" w:rsidRDefault="008145D7" w:rsidP="00CB5165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1F45CC6F" w:rsidR="008145D7" w:rsidRDefault="008145D7" w:rsidP="00882E6D">
      <w:pPr>
        <w:spacing w:line="240" w:lineRule="auto"/>
        <w:rPr>
          <w:rFonts w:eastAsia="Calibri" w:cs="Times New Roman"/>
        </w:rPr>
      </w:pPr>
      <w:r w:rsidRPr="00D1665A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bookmarkStart w:id="0" w:name="_Toc403053768"/>
      <w:r w:rsidRPr="00D1665A">
        <w:rPr>
          <w:rFonts w:eastAsia="Times New Roman" w:cs="Times New Roman"/>
          <w:b/>
          <w:lang w:eastAsia="cs-CZ"/>
        </w:rPr>
        <w:t>„</w:t>
      </w:r>
      <w:bookmarkEnd w:id="0"/>
      <w:r w:rsidR="00D1665A" w:rsidRPr="00D1665A">
        <w:rPr>
          <w:rStyle w:val="Siln"/>
        </w:rPr>
        <w:t>Cyklická obnova trati v úseku Praha-Hostivař - Votice - BOZP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CB5165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CB5165">
        <w:t>„</w:t>
      </w:r>
      <w:r w:rsidR="007308BA" w:rsidRPr="00CB5165">
        <w:rPr>
          <w:rStyle w:val="Kurzvatun"/>
        </w:rPr>
        <w:t>obchodní tajemství</w:t>
      </w:r>
      <w:r w:rsidR="007308BA" w:rsidRPr="00CB5165">
        <w:t>“</w:t>
      </w:r>
      <w:r w:rsidR="007308BA">
        <w:rPr>
          <w:rFonts w:eastAsia="Calibri" w:cs="Times New Roman"/>
        </w:rPr>
        <w:t xml:space="preserve"> a </w:t>
      </w:r>
      <w:r w:rsidR="007308BA" w:rsidRPr="00CB5165">
        <w:t>„</w:t>
      </w:r>
      <w:r w:rsidR="007308BA" w:rsidRPr="00CB5165">
        <w:rPr>
          <w:rStyle w:val="Kurzvatun"/>
        </w:rPr>
        <w:t>občanský zákoník</w:t>
      </w:r>
      <w:r w:rsidR="007308BA" w:rsidRPr="00CB5165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CB5165" w:rsidRDefault="00D45C59" w:rsidP="00CB5165">
            <w:pPr>
              <w:rPr>
                <w:rStyle w:val="Siln"/>
                <w:rFonts w:asciiTheme="majorHAnsi" w:hAnsiTheme="majorHAnsi" w:cs="Arial"/>
              </w:rPr>
            </w:pPr>
            <w:r w:rsidRPr="00CB5165">
              <w:rPr>
                <w:rStyle w:val="Siln"/>
                <w:rFonts w:asciiTheme="majorHAnsi" w:hAnsiTheme="majorHAnsi" w:cs="Arial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CB5165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CB5165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CB5165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CB5165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4F3ECFFD" w:rsidR="008145D7" w:rsidRDefault="008145D7" w:rsidP="00CB5165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33E21" w14:textId="77777777" w:rsidR="00437372" w:rsidRDefault="0043737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CB5165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CB5165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CB5165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CB5165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CB5165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CB5165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6108A36E" w14:textId="77777777" w:rsidR="00437372" w:rsidRDefault="00437372" w:rsidP="00437372">
          <w:pPr>
            <w:pStyle w:val="Zpat"/>
            <w:spacing w:before="0"/>
            <w:rPr>
              <w:b/>
              <w:bCs/>
            </w:rPr>
          </w:pPr>
          <w:r>
            <w:rPr>
              <w:b/>
              <w:bCs/>
            </w:rPr>
            <w:t>Oblastní ředitelství Praha</w:t>
          </w:r>
        </w:p>
        <w:p w14:paraId="23729BA3" w14:textId="77777777" w:rsidR="00437372" w:rsidRDefault="00437372" w:rsidP="00437372">
          <w:pPr>
            <w:pStyle w:val="Zpat"/>
            <w:spacing w:before="0"/>
            <w:rPr>
              <w:b/>
              <w:bCs/>
            </w:rPr>
          </w:pPr>
          <w:r>
            <w:rPr>
              <w:b/>
              <w:bCs/>
            </w:rPr>
            <w:t>Partyzánská 24</w:t>
          </w:r>
        </w:p>
        <w:p w14:paraId="59466B9A" w14:textId="7EC98C89" w:rsidR="00F1715C" w:rsidRDefault="00437372" w:rsidP="00437372">
          <w:pPr>
            <w:pStyle w:val="Zpat"/>
            <w:spacing w:before="0"/>
          </w:pPr>
          <w:r>
            <w:rPr>
              <w:b/>
              <w:bCs/>
            </w:rPr>
            <w:t>170 00 Praha 7 - Holešovice</w:t>
          </w: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14B33" w14:textId="77777777" w:rsidR="00437372" w:rsidRDefault="0043737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71136"/>
    <w:rsid w:val="003956C6"/>
    <w:rsid w:val="003B7E4D"/>
    <w:rsid w:val="00437372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B5165"/>
    <w:rsid w:val="00CD1FC4"/>
    <w:rsid w:val="00CF32AA"/>
    <w:rsid w:val="00D1665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38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lcf76f155ced4ddcb4097134ff3c332f xmlns="4b3e1f74-04d6-4e59-a4e3-9522d4c0e0f1">
      <Terms xmlns="http://schemas.microsoft.com/office/infopath/2007/PartnerControls"/>
    </lcf76f155ced4ddcb4097134ff3c332f>
    <TaxCatchAll xmlns="c0fc9429-20c4-4937-a6a6-59ec25f2aed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CB424A3BE9364D8A3FD4CAA20D75FA" ma:contentTypeVersion="14" ma:contentTypeDescription="Vytvoří nový dokument" ma:contentTypeScope="" ma:versionID="7b23b8e6078b559a47147bcb2960e1e0">
  <xsd:schema xmlns:xsd="http://www.w3.org/2001/XMLSchema" xmlns:xs="http://www.w3.org/2001/XMLSchema" xmlns:p="http://schemas.microsoft.com/office/2006/metadata/properties" xmlns:ns2="c0fc9429-20c4-4937-a6a6-59ec25f2aedb" xmlns:ns3="4b3e1f74-04d6-4e59-a4e3-9522d4c0e0f1" targetNamespace="http://schemas.microsoft.com/office/2006/metadata/properties" ma:root="true" ma:fieldsID="5658db3f036c46ebd291c65582dda9ea" ns2:_="" ns3:_="">
    <xsd:import namespace="c0fc9429-20c4-4937-a6a6-59ec25f2aedb"/>
    <xsd:import namespace="4b3e1f74-04d6-4e59-a4e3-9522d4c0e0f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fc9429-20c4-4937-a6a6-59ec25f2ae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5d286d3a-d9fc-4da0-a1ee-eeec7ac1331c}" ma:internalName="TaxCatchAll" ma:showField="CatchAllData" ma:web="c0fc9429-20c4-4937-a6a6-59ec25f2ae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3e1f74-04d6-4e59-a4e3-9522d4c0e0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4b3e1f74-04d6-4e59-a4e3-9522d4c0e0f1"/>
    <ds:schemaRef ds:uri="http://schemas.microsoft.com/office/infopath/2007/PartnerControls"/>
    <ds:schemaRef ds:uri="c0fc9429-20c4-4937-a6a6-59ec25f2aedb"/>
  </ds:schemaRefs>
</ds:datastoreItem>
</file>

<file path=customXml/itemProps2.xml><?xml version="1.0" encoding="utf-8"?>
<ds:datastoreItem xmlns:ds="http://schemas.openxmlformats.org/officeDocument/2006/customXml" ds:itemID="{2C20A679-6B5D-4773-86AF-EB6087FDF7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fc9429-20c4-4937-a6a6-59ec25f2aedb"/>
    <ds:schemaRef ds:uri="4b3e1f74-04d6-4e59-a4e3-9522d4c0e0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30</TotalTime>
  <Pages>2</Pages>
  <Words>467</Words>
  <Characters>2762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Uhlík Dominik, Bc.</cp:lastModifiedBy>
  <cp:revision>12</cp:revision>
  <cp:lastPrinted>2017-11-28T17:18:00Z</cp:lastPrinted>
  <dcterms:created xsi:type="dcterms:W3CDTF">2023-02-27T12:40:00Z</dcterms:created>
  <dcterms:modified xsi:type="dcterms:W3CDTF">2024-02-09T06:41:00Z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0x01010065CB424A3BE9364D8A3FD4CAA20D75FA</vt:lpwstr>
  </property>
  <property fmtid="{D5CDD505-2E9C-101B-9397-08002B2CF9AE}" pid="3" name="URL">
    <vt:lpwstr/>
  </property>
</Properties>
</file>